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F0AF7">
        <w:rPr>
          <w:rFonts w:ascii="Corbel" w:hAnsi="Corbel"/>
          <w:i/>
          <w:smallCaps/>
          <w:sz w:val="24"/>
          <w:szCs w:val="24"/>
        </w:rPr>
        <w:t>202</w:t>
      </w:r>
      <w:r w:rsidR="00A2269B">
        <w:rPr>
          <w:rFonts w:ascii="Corbel" w:hAnsi="Corbel"/>
          <w:i/>
          <w:smallCaps/>
          <w:sz w:val="24"/>
          <w:szCs w:val="24"/>
        </w:rPr>
        <w:t>1</w:t>
      </w:r>
      <w:r w:rsidR="006F0AF7">
        <w:rPr>
          <w:rFonts w:ascii="Corbel" w:hAnsi="Corbel"/>
          <w:i/>
          <w:smallCaps/>
          <w:sz w:val="24"/>
          <w:szCs w:val="24"/>
        </w:rPr>
        <w:t>/202</w:t>
      </w:r>
      <w:r w:rsidR="00A2269B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E3B46">
        <w:rPr>
          <w:rFonts w:ascii="Corbel" w:hAnsi="Corbel"/>
          <w:sz w:val="20"/>
          <w:szCs w:val="20"/>
        </w:rPr>
        <w:t>202</w:t>
      </w:r>
      <w:r w:rsidR="00A2269B">
        <w:rPr>
          <w:rFonts w:ascii="Corbel" w:hAnsi="Corbel"/>
          <w:sz w:val="20"/>
          <w:szCs w:val="20"/>
        </w:rPr>
        <w:t>2</w:t>
      </w:r>
      <w:r w:rsidR="000E3B46">
        <w:rPr>
          <w:rFonts w:ascii="Corbel" w:hAnsi="Corbel"/>
          <w:sz w:val="20"/>
          <w:szCs w:val="20"/>
        </w:rPr>
        <w:t>/202</w:t>
      </w:r>
      <w:r w:rsidR="00A2269B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214">
              <w:rPr>
                <w:rFonts w:ascii="Corbel" w:hAnsi="Corbel"/>
                <w:color w:val="auto"/>
                <w:sz w:val="24"/>
                <w:szCs w:val="24"/>
              </w:rPr>
              <w:t>Antropologiczne podstawy komunikacji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17376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173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D17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17376">
              <w:rPr>
                <w:rFonts w:ascii="Corbel" w:hAnsi="Corbel"/>
                <w:b w:val="0"/>
                <w:sz w:val="24"/>
                <w:szCs w:val="24"/>
              </w:rPr>
              <w:t xml:space="preserve"> -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0E3B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</w:t>
            </w:r>
            <w:r w:rsidR="000E3B46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87F67" w:rsidRDefault="00687F67" w:rsidP="00687F67">
      <w:pPr>
        <w:rPr>
          <w:b/>
        </w:rPr>
      </w:pPr>
      <w:r w:rsidRPr="00687F67">
        <w:rPr>
          <w:b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7F67" w:rsidP="00687F6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7F67">
              <w:rPr>
                <w:rFonts w:ascii="Corbel" w:hAnsi="Corbel"/>
              </w:rPr>
              <w:t>Z uwagi na interdyscyplinarny charakter przedmiotu wymagana jest znajomość zagadnień i instrumentarium pojęciowego z zakresu podstaw socjologii, pedagogiki ogólnej, wstępu do nauki o komunikowaniu oraz komunikacji interpersonalnej.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87F6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2214">
              <w:rPr>
                <w:rFonts w:ascii="Corbel" w:hAnsi="Corbel"/>
                <w:b w:val="0"/>
                <w:sz w:val="24"/>
                <w:szCs w:val="24"/>
              </w:rPr>
              <w:t>Wyposażenie  studentów w podstawową wiedzę  z zakresu antropologicznych podstaw  komunikacji, zapoznanie ich z głównym instrumentarium pojęciowym antropologii (w tym: antropologii lingwistycznej i kultury)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E570D" w:rsidRDefault="00687F67" w:rsidP="00F639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E570D">
              <w:rPr>
                <w:rFonts w:ascii="Corbel" w:hAnsi="Corbel"/>
                <w:b w:val="0"/>
                <w:bCs/>
                <w:kern w:val="36"/>
                <w:sz w:val="24"/>
                <w:szCs w:val="24"/>
              </w:rPr>
              <w:t>Wskazanie na język i jego znaczenia dla kultury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 xml:space="preserve"> oraz ukazanie 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>kulturow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 xml:space="preserve">ych 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>uwarunkowa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>ń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 xml:space="preserve"> </w:t>
            </w:r>
            <w:r w:rsidRPr="006E570D">
              <w:rPr>
                <w:rFonts w:ascii="Corbel" w:hAnsi="Corbel" w:cs="Arial"/>
                <w:b w:val="0"/>
                <w:sz w:val="24"/>
                <w:szCs w:val="24"/>
              </w:rPr>
              <w:t>komunikacji werbalnej i niewerbalnej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687F67" w:rsidP="006E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A2214">
              <w:rPr>
                <w:rFonts w:ascii="Corbel" w:hAnsi="Corbel" w:cs="Calibri"/>
                <w:sz w:val="24"/>
                <w:szCs w:val="24"/>
              </w:rPr>
              <w:t>Wskazanie na r</w:t>
            </w:r>
            <w:r w:rsidRPr="00AA2214">
              <w:rPr>
                <w:rFonts w:ascii="Corbel" w:hAnsi="Corbel"/>
                <w:bCs/>
                <w:kern w:val="36"/>
                <w:sz w:val="24"/>
                <w:szCs w:val="24"/>
              </w:rPr>
              <w:t>olę kultury i zjawisk kulturowych w procesach komunikowania się</w:t>
            </w:r>
            <w:r w:rsidR="006E570D">
              <w:rPr>
                <w:rFonts w:ascii="Corbel" w:hAnsi="Corbel"/>
                <w:bCs/>
                <w:kern w:val="36"/>
                <w:sz w:val="24"/>
                <w:szCs w:val="24"/>
              </w:rPr>
              <w:t xml:space="preserve"> oraz nowych wyzwań antropologii komunikacji wobec społecznego kontekstu nowych technologii komunikacyjnych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61AC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61AC2" w:rsidP="0036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31823" w:rsidRDefault="00D31823" w:rsidP="00D31823">
            <w:pPr>
              <w:spacing w:after="0" w:line="240" w:lineRule="auto"/>
              <w:jc w:val="both"/>
            </w:pPr>
            <w:r w:rsidRPr="00AA2214">
              <w:t xml:space="preserve">Scharakteryzuje podstawowe </w:t>
            </w:r>
            <w:r>
              <w:t>zagadnienia</w:t>
            </w:r>
            <w:r w:rsidRPr="00AA2214">
              <w:t xml:space="preserve"> z zakresu antropologii biologicznej, filozoficznej, społecznej, </w:t>
            </w:r>
            <w:r>
              <w:t xml:space="preserve">i kulturowej </w:t>
            </w:r>
            <w:r w:rsidRPr="00AA2214">
              <w:t>stanowiące podstawy antropologii komunikacji i komunikacji społecznej</w:t>
            </w:r>
            <w:r w:rsidRPr="00F052EE">
              <w:t xml:space="preserve"> </w:t>
            </w:r>
          </w:p>
        </w:tc>
        <w:tc>
          <w:tcPr>
            <w:tcW w:w="1873" w:type="dxa"/>
          </w:tcPr>
          <w:p w:rsidR="0085747A" w:rsidRPr="007D279B" w:rsidRDefault="007D279B" w:rsidP="00EC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85747A" w:rsidRPr="009C54AE" w:rsidTr="004A57CA">
        <w:tc>
          <w:tcPr>
            <w:tcW w:w="1701" w:type="dxa"/>
            <w:shd w:val="clear" w:color="auto" w:fill="auto"/>
          </w:tcPr>
          <w:p w:rsidR="0085747A" w:rsidRPr="004A57CA" w:rsidRDefault="0085747A" w:rsidP="004A57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A57CA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:rsidR="0085747A" w:rsidRPr="004A57CA" w:rsidRDefault="004A57CA" w:rsidP="004A57C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4A57CA">
              <w:rPr>
                <w:rFonts w:ascii="Corbel" w:hAnsi="Corbel"/>
              </w:rPr>
              <w:t>Student scharakteryzuje rodzaje struktur społecznych i instytucji życia społecznego oraz zachodzące między nimi relacje istotne z punktu widzenia kulturowych wzorów komunikacji społecznej i związaną z tym koniecznością edukacji w zakresie  poznania zasad i znaczenia skutecznej komunikacji werbalnej i niewerbalnej dla budowania relacji z innymi</w:t>
            </w:r>
          </w:p>
        </w:tc>
        <w:tc>
          <w:tcPr>
            <w:tcW w:w="1873" w:type="dxa"/>
            <w:shd w:val="clear" w:color="auto" w:fill="auto"/>
          </w:tcPr>
          <w:p w:rsidR="0085747A" w:rsidRPr="004A57CA" w:rsidRDefault="007D279B" w:rsidP="00EC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A57CA">
              <w:rPr>
                <w:rFonts w:ascii="Corbel" w:hAnsi="Corbel"/>
                <w:b w:val="0"/>
                <w:sz w:val="22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6A073E" w:rsidRDefault="00D31823" w:rsidP="006A073E">
            <w:pPr>
              <w:pStyle w:val="Punktygwne"/>
              <w:spacing w:before="0" w:after="0"/>
              <w:jc w:val="both"/>
              <w:rPr>
                <w:b w:val="0"/>
                <w:sz w:val="22"/>
              </w:rPr>
            </w:pPr>
            <w:r w:rsidRPr="006A073E">
              <w:rPr>
                <w:rFonts w:ascii="Corbel" w:hAnsi="Corbel"/>
                <w:b w:val="0"/>
                <w:smallCaps w:val="0"/>
                <w:sz w:val="22"/>
              </w:rPr>
              <w:t>Scharakteryzuje podstawowe teorie i mechanizmy dotyczące procesu komunikowania interpersonalnego oraz antropologiczne czynniki determinujące ich przebieg</w:t>
            </w:r>
            <w:r w:rsidRPr="006A073E">
              <w:rPr>
                <w:b w:val="0"/>
                <w:sz w:val="22"/>
              </w:rPr>
              <w:t xml:space="preserve"> </w:t>
            </w:r>
          </w:p>
        </w:tc>
        <w:tc>
          <w:tcPr>
            <w:tcW w:w="1873" w:type="dxa"/>
          </w:tcPr>
          <w:p w:rsidR="0085747A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7D279B" w:rsidRPr="009C54AE" w:rsidTr="008B41F0">
        <w:tc>
          <w:tcPr>
            <w:tcW w:w="1701" w:type="dxa"/>
            <w:shd w:val="clear" w:color="auto" w:fill="auto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:rsidR="007D279B" w:rsidRPr="009C54AE" w:rsidRDefault="008B41F0" w:rsidP="008B4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61BB6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wykorzysta zdobytą</w:t>
            </w:r>
            <w:r w:rsidRPr="00361BB6">
              <w:rPr>
                <w:rFonts w:ascii="Corbel" w:hAnsi="Corbel"/>
              </w:rPr>
              <w:t xml:space="preserve"> wiedz</w:t>
            </w:r>
            <w:r>
              <w:rPr>
                <w:rFonts w:ascii="Corbel" w:hAnsi="Corbel"/>
              </w:rPr>
              <w:t>ę</w:t>
            </w:r>
            <w:r w:rsidRPr="00361BB6">
              <w:rPr>
                <w:rFonts w:ascii="Corbel" w:hAnsi="Corbel"/>
              </w:rPr>
              <w:t xml:space="preserve"> z </w:t>
            </w:r>
            <w:r>
              <w:rPr>
                <w:rFonts w:ascii="Corbel" w:hAnsi="Corbel"/>
              </w:rPr>
              <w:t>zakresu kulturowych wzorców komunikacji społecznej w celu</w:t>
            </w:r>
            <w:r w:rsidRPr="00361BB6">
              <w:rPr>
                <w:rFonts w:ascii="Corbel" w:hAnsi="Corbel"/>
              </w:rPr>
              <w:t xml:space="preserve"> zaprojekt</w:t>
            </w:r>
            <w:r>
              <w:rPr>
                <w:rFonts w:ascii="Corbel" w:hAnsi="Corbel"/>
              </w:rPr>
              <w:t>owania</w:t>
            </w:r>
            <w:r w:rsidRPr="00361BB6">
              <w:rPr>
                <w:rFonts w:ascii="Corbel" w:hAnsi="Corbel"/>
              </w:rPr>
              <w:t xml:space="preserve"> odpowiedni</w:t>
            </w:r>
            <w:r>
              <w:rPr>
                <w:rFonts w:ascii="Corbel" w:hAnsi="Corbel"/>
              </w:rPr>
              <w:t>ch</w:t>
            </w:r>
            <w:r w:rsidRPr="00361BB6">
              <w:rPr>
                <w:rFonts w:ascii="Corbel" w:hAnsi="Corbel"/>
              </w:rPr>
              <w:t xml:space="preserve"> działa</w:t>
            </w:r>
            <w:r>
              <w:rPr>
                <w:rFonts w:ascii="Corbel" w:hAnsi="Corbel"/>
              </w:rPr>
              <w:t>ń</w:t>
            </w:r>
            <w:r w:rsidRPr="00361BB6">
              <w:rPr>
                <w:rFonts w:ascii="Corbel" w:hAnsi="Corbel"/>
              </w:rPr>
              <w:t xml:space="preserve"> na rzecz </w:t>
            </w:r>
            <w:r>
              <w:rPr>
                <w:rFonts w:ascii="Corbel" w:hAnsi="Corbel"/>
              </w:rPr>
              <w:t xml:space="preserve">przystosowania jednostki do oczekiwanych zasad jej funkcjonowania w środowisku wielokulturowym </w:t>
            </w:r>
          </w:p>
        </w:tc>
        <w:tc>
          <w:tcPr>
            <w:tcW w:w="1873" w:type="dxa"/>
            <w:shd w:val="clear" w:color="auto" w:fill="auto"/>
          </w:tcPr>
          <w:p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D279B" w:rsidRPr="009C54AE" w:rsidTr="005E6E85">
        <w:tc>
          <w:tcPr>
            <w:tcW w:w="1701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7D279B" w:rsidRPr="009C54AE" w:rsidRDefault="007771AF" w:rsidP="007771AF">
            <w:pPr>
              <w:spacing w:after="0" w:line="240" w:lineRule="auto"/>
              <w:jc w:val="both"/>
              <w:rPr>
                <w:smallCaps/>
              </w:rPr>
            </w:pPr>
            <w:r w:rsidRPr="00AA2214">
              <w:t>Wykorzysta wiedzę teoretyczną z zakresu antropologicznych podstaw komunikacji oraz powiązanych z nią dyscyplin i dziedzin naukowych w celu analizy i interpretacji różnych aspektów komunikacji w kontekście procesów kulturowych, społecznych, medialnych i edukacyjnych</w:t>
            </w:r>
          </w:p>
        </w:tc>
        <w:tc>
          <w:tcPr>
            <w:tcW w:w="1873" w:type="dxa"/>
          </w:tcPr>
          <w:p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7D279B" w:rsidRPr="009C54AE" w:rsidTr="005E6E85">
        <w:tc>
          <w:tcPr>
            <w:tcW w:w="1701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="007D279B" w:rsidRPr="007771AF" w:rsidRDefault="00E81DC9" w:rsidP="006A073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771AF">
              <w:rPr>
                <w:rFonts w:ascii="Corbel" w:hAnsi="Corbel"/>
              </w:rPr>
              <w:t xml:space="preserve">Uświadomi sobie konieczność podnoszenia swojej wiedzy i umiejętności </w:t>
            </w:r>
            <w:r w:rsidR="007771AF" w:rsidRPr="007771AF">
              <w:rPr>
                <w:rFonts w:ascii="Corbel" w:hAnsi="Corbel"/>
              </w:rPr>
              <w:t xml:space="preserve">rozumienia zasad </w:t>
            </w:r>
            <w:r w:rsidRPr="007771AF">
              <w:rPr>
                <w:rFonts w:ascii="Corbel" w:hAnsi="Corbel"/>
              </w:rPr>
              <w:t xml:space="preserve">oddziaływania </w:t>
            </w:r>
            <w:r w:rsidR="007771AF" w:rsidRPr="007771AF">
              <w:rPr>
                <w:rFonts w:ascii="Corbel" w:hAnsi="Corbel"/>
              </w:rPr>
              <w:t xml:space="preserve">wzorów kulturowych oraz </w:t>
            </w:r>
            <w:r w:rsidRPr="007771AF">
              <w:rPr>
                <w:rFonts w:ascii="Corbel" w:hAnsi="Corbel"/>
              </w:rPr>
              <w:t xml:space="preserve">mediów na człowieka, społeczeństwo,  kulturę i proces edukacji </w:t>
            </w:r>
          </w:p>
        </w:tc>
        <w:tc>
          <w:tcPr>
            <w:tcW w:w="1873" w:type="dxa"/>
          </w:tcPr>
          <w:p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7D279B" w:rsidRPr="009C54AE" w:rsidTr="005E6E85">
        <w:tc>
          <w:tcPr>
            <w:tcW w:w="1701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="007771AF" w:rsidRPr="007771AF" w:rsidRDefault="00543A31" w:rsidP="006A073E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7771AF">
              <w:rPr>
                <w:rFonts w:ascii="Corbel" w:hAnsi="Corbel"/>
              </w:rPr>
              <w:t xml:space="preserve">Dostrzeże konieczność ciągłego doskonalenia </w:t>
            </w:r>
            <w:r w:rsidR="007771AF" w:rsidRPr="007771AF">
              <w:rPr>
                <w:rFonts w:ascii="Corbel" w:hAnsi="Corbel"/>
              </w:rPr>
              <w:t xml:space="preserve">umiejętności w zakresie komunikacji, tak werbalnej, jak i niewerbalnej, w kontekście budowania właściwych interakcji w swoim środowisku społecznym i zawodowym związanym z edukacją i </w:t>
            </w:r>
            <w:r w:rsidR="007771AF" w:rsidRPr="007771AF">
              <w:rPr>
                <w:rFonts w:ascii="Corbel" w:hAnsi="Corbel"/>
              </w:rPr>
              <w:lastRenderedPageBreak/>
              <w:t>pracą pedagoga</w:t>
            </w:r>
          </w:p>
        </w:tc>
        <w:tc>
          <w:tcPr>
            <w:tcW w:w="1873" w:type="dxa"/>
          </w:tcPr>
          <w:p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lastRenderedPageBreak/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A303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>Istota antropologii i jej dziedziny. Podstawy antropologii komunikacji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 xml:space="preserve">Systemy symboliczne. Język i jego  znaczenie dla kultury. Hipoteza Sapira - </w:t>
            </w:r>
            <w:proofErr w:type="spellStart"/>
            <w:r w:rsidRPr="007D279B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 xml:space="preserve">Istota słowa i  gestu – zasady i znaczenie skutecznej komunikacji werbalnej i niewerbalnej dla budowania relacji z innymi. Komunikacja niewerbalna: uwarunkowania kulturowe  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Rola kultury i zjawisk kulturowych w procesach komunikowania się. </w:t>
            </w:r>
            <w:r w:rsidRPr="007D279B">
              <w:rPr>
                <w:rFonts w:ascii="Corbel" w:hAnsi="Corbel"/>
                <w:bCs/>
                <w:sz w:val="24"/>
                <w:szCs w:val="24"/>
              </w:rPr>
              <w:t>Rola frazeologizmów  w badaniu językowego obrazu świata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7D2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>Antropologia komunikacji wobec społecznego kontekstu nowych technologii komunikacyjnych (</w:t>
            </w:r>
            <w:r w:rsidRPr="007D279B">
              <w:rPr>
                <w:rFonts w:ascii="Corbel" w:eastAsia="MyriadPro-Regular" w:hAnsi="Corbel"/>
                <w:sz w:val="24"/>
                <w:szCs w:val="24"/>
              </w:rPr>
              <w:t>nowe media, nowy typ komunikacji i nowy teren badań – cyberprzestrzeń)</w:t>
            </w:r>
            <w:r w:rsidRPr="007D27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A073E">
        <w:tc>
          <w:tcPr>
            <w:tcW w:w="1985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4A57CA">
        <w:tc>
          <w:tcPr>
            <w:tcW w:w="1985" w:type="dxa"/>
            <w:shd w:val="clear" w:color="auto" w:fill="auto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auto"/>
          </w:tcPr>
          <w:p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auto"/>
          </w:tcPr>
          <w:p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8B41F0">
        <w:tc>
          <w:tcPr>
            <w:tcW w:w="1985" w:type="dxa"/>
            <w:shd w:val="clear" w:color="auto" w:fill="auto"/>
          </w:tcPr>
          <w:p w:rsidR="007D279B" w:rsidRPr="008B41F0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41F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auto"/>
          </w:tcPr>
          <w:p w:rsidR="007D279B" w:rsidRPr="008B41F0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B41F0"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auto"/>
          </w:tcPr>
          <w:p w:rsidR="007D279B" w:rsidRPr="008B41F0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41F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D279B" w:rsidP="0072703F">
            <w:pPr>
              <w:rPr>
                <w:rFonts w:ascii="Corbel" w:hAnsi="Corbel"/>
                <w:b/>
                <w:smallCaps/>
                <w:szCs w:val="24"/>
              </w:rPr>
            </w:pPr>
            <w:r w:rsidRPr="00AA2214">
              <w:t xml:space="preserve">Przedmiot kończy się zaliczeniem bez oceny. Aby je uzyskać należy </w:t>
            </w:r>
            <w:r w:rsidR="0072703F">
              <w:t>u</w:t>
            </w:r>
            <w:r w:rsidRPr="00AA2214">
              <w:t xml:space="preserve">czestniczyć w zajęciach oraz zaliczyć </w:t>
            </w:r>
            <w:r w:rsidR="0072703F">
              <w:t>2</w:t>
            </w:r>
            <w:r w:rsidRPr="00AA2214">
              <w:t xml:space="preserve"> lektury. Wypełnienie tego kryteriów skutkuje otrzymaniem końcowego zaliczenia i wpisaniem do indeksu.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8F2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0E20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2703F">
              <w:rPr>
                <w:rFonts w:ascii="Corbel" w:hAnsi="Corbel"/>
                <w:sz w:val="24"/>
                <w:szCs w:val="24"/>
              </w:rPr>
              <w:t xml:space="preserve"> (</w:t>
            </w:r>
            <w:r w:rsidR="000E2047">
              <w:rPr>
                <w:rFonts w:ascii="Corbel" w:hAnsi="Corbel"/>
                <w:sz w:val="24"/>
                <w:szCs w:val="24"/>
              </w:rPr>
              <w:t>p</w:t>
            </w:r>
            <w:r w:rsidR="0072703F">
              <w:rPr>
                <w:rFonts w:ascii="Corbel" w:hAnsi="Corbel"/>
                <w:sz w:val="24"/>
                <w:szCs w:val="24"/>
              </w:rPr>
              <w:t>rzeczytanie obowiązkowych lektur)</w:t>
            </w:r>
          </w:p>
        </w:tc>
        <w:tc>
          <w:tcPr>
            <w:tcW w:w="4677" w:type="dxa"/>
          </w:tcPr>
          <w:p w:rsidR="0062260E" w:rsidRPr="0062260E" w:rsidRDefault="0072703F" w:rsidP="00BB5925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B59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2703F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E597E" w:rsidRDefault="004E597E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Brocki M. (2012): </w:t>
            </w:r>
            <w:r w:rsidRPr="004E597E">
              <w:rPr>
                <w:i/>
              </w:rPr>
              <w:t>Antropologia komunikacji wobec społecznego kontekstu nowych technologii komunikacyjnych</w:t>
            </w:r>
            <w:r>
              <w:t xml:space="preserve">, „Prace z Antropologii Komunikacji i Epistemologii Społecznej. Via </w:t>
            </w:r>
            <w:proofErr w:type="spellStart"/>
            <w:r>
              <w:t>Communicandi</w:t>
            </w:r>
            <w:proofErr w:type="spellEnd"/>
            <w:r>
              <w:t>", B. Sierocka (red.), Wrocław, s. 21-33.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M. (2008):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.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-Klas T. (2005):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 xml:space="preserve">Cywilizacja medialna. Geneza, ewolucja, eksplozja, 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Warszawa, WSiP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 xml:space="preserve">Griffin E. (2003): </w:t>
            </w:r>
            <w:r w:rsidRPr="0072703F">
              <w:rPr>
                <w:rFonts w:ascii="Corbel" w:hAnsi="Corbel"/>
                <w:i/>
                <w:iCs/>
                <w:sz w:val="24"/>
                <w:szCs w:val="24"/>
              </w:rPr>
              <w:t>Podstawy komunikacji społecznej.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 Gdańsk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r w:rsidRPr="0072703F">
              <w:rPr>
                <w:rFonts w:ascii="Corbel" w:hAnsi="Corbel"/>
              </w:rPr>
              <w:t xml:space="preserve">Kępiński A., </w:t>
            </w:r>
            <w:r w:rsidRPr="0072703F">
              <w:rPr>
                <w:rFonts w:ascii="Corbel" w:hAnsi="Corbel"/>
                <w:i/>
                <w:iCs/>
              </w:rPr>
              <w:t xml:space="preserve">Twarz, ręka, </w:t>
            </w:r>
            <w:r w:rsidRPr="0072703F">
              <w:rPr>
                <w:rFonts w:ascii="Corbel" w:hAnsi="Corbel"/>
                <w:iCs/>
              </w:rPr>
              <w:t xml:space="preserve">[w:] </w:t>
            </w:r>
            <w:r w:rsidRPr="0072703F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72703F">
              <w:rPr>
                <w:rFonts w:ascii="Corbel" w:hAnsi="Corbel"/>
              </w:rPr>
              <w:t xml:space="preserve">red. Andrzej </w:t>
            </w:r>
            <w:proofErr w:type="spellStart"/>
            <w:r w:rsidRPr="0072703F">
              <w:rPr>
                <w:rFonts w:ascii="Corbel" w:hAnsi="Corbel"/>
              </w:rPr>
              <w:t>Mencwel</w:t>
            </w:r>
            <w:proofErr w:type="spellEnd"/>
            <w:r w:rsidRPr="0072703F">
              <w:rPr>
                <w:rFonts w:ascii="Corbel" w:hAnsi="Corbel"/>
              </w:rPr>
              <w:t xml:space="preserve">. Wyd. 4, zm. i </w:t>
            </w:r>
            <w:proofErr w:type="spellStart"/>
            <w:r w:rsidRPr="0072703F">
              <w:rPr>
                <w:rFonts w:ascii="Corbel" w:hAnsi="Corbel"/>
              </w:rPr>
              <w:t>rozsz</w:t>
            </w:r>
            <w:proofErr w:type="spellEnd"/>
            <w:r w:rsidRPr="0072703F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72703F">
              <w:rPr>
                <w:rFonts w:ascii="Corbel" w:hAnsi="Corbel"/>
              </w:rPr>
              <w:t>cop</w:t>
            </w:r>
            <w:proofErr w:type="spellEnd"/>
            <w:r w:rsidRPr="0072703F">
              <w:rPr>
                <w:rFonts w:ascii="Corbel" w:hAnsi="Corbel"/>
              </w:rPr>
              <w:t>. 2005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 xml:space="preserve">Pisarek W. (2008):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Wstęp do nauki o komunikowaniu.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Wiknkin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Y. (2007):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Antropologia komunikacji. Od teorii do badań terenowych</w:t>
            </w:r>
            <w:r w:rsidRPr="0072703F">
              <w:rPr>
                <w:rFonts w:ascii="Corbel" w:hAnsi="Corbel"/>
                <w:sz w:val="24"/>
                <w:szCs w:val="24"/>
              </w:rPr>
              <w:t>. Wyd. Uniwersytetu Warszawskiego, Warszawa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E597E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Antropologia kultury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tematy, teorie, interpretacje</w:t>
            </w:r>
            <w:r w:rsidRPr="0072703F">
              <w:rPr>
                <w:rFonts w:ascii="Corbel" w:hAnsi="Corbel"/>
                <w:sz w:val="24"/>
                <w:szCs w:val="24"/>
              </w:rPr>
              <w:t>. Poznań. Wyd. Zysk i S-ka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>Dobek-Ostrowska B. (2004):</w:t>
            </w:r>
            <w:r w:rsidRPr="0072703F">
              <w:rPr>
                <w:rFonts w:ascii="Corbel" w:hAnsi="Corbel"/>
                <w:i/>
                <w:iCs/>
                <w:sz w:val="24"/>
                <w:szCs w:val="24"/>
              </w:rPr>
              <w:t xml:space="preserve">  Podstawy komunikowania społecznego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, Wrocław, Wyd. ASTRUM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lastRenderedPageBreak/>
              <w:t xml:space="preserve">Eco U. (1996):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Semiologia życia codziennego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,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Nęcki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Z. (1996):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Komunikacja międzyludzka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. Kraków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Salzman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P.C., Rice P.C. (2009):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Myśleć jak antropolog</w:t>
            </w:r>
            <w:r w:rsidRPr="0072703F">
              <w:rPr>
                <w:rFonts w:ascii="Corbel" w:hAnsi="Corbel"/>
                <w:sz w:val="24"/>
                <w:szCs w:val="24"/>
              </w:rPr>
              <w:t>, przekł. [z ang.] Ola i Wojciech Kubińscy; wstęp Wojciech J. Burszta. Gdańsk.  Gdańskie Wydaw. Psychologiczne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 xml:space="preserve">Schulz R. (1996): </w:t>
            </w:r>
            <w:r w:rsidRPr="0072703F">
              <w:rPr>
                <w:rStyle w:val="Uwydatnienie"/>
                <w:rFonts w:ascii="Corbel" w:hAnsi="Corbel"/>
                <w:sz w:val="24"/>
                <w:szCs w:val="24"/>
              </w:rPr>
              <w:t>Antropologiczne podstawy wychowania.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 Warszawa </w:t>
            </w:r>
          </w:p>
          <w:p w:rsidR="0072703F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Lektura (</w:t>
            </w:r>
            <w:r>
              <w:rPr>
                <w:rFonts w:ascii="Corbel" w:hAnsi="Corbel"/>
                <w:b/>
              </w:rPr>
              <w:t>2</w:t>
            </w:r>
            <w:r w:rsidRPr="00AA2214">
              <w:rPr>
                <w:rFonts w:ascii="Corbel" w:hAnsi="Corbel"/>
                <w:b/>
              </w:rPr>
              <w:t xml:space="preserve"> do wyboru):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Hall Edward T. (1987): </w:t>
            </w:r>
            <w:r w:rsidRPr="0072703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Bezgłośny język.</w:t>
            </w: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>Hall</w:t>
            </w:r>
            <w:r w:rsidRPr="0072703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Edward T. (1976): </w:t>
            </w:r>
            <w:r w:rsidRPr="0072703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Ukryty wymiar.</w:t>
            </w: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E. (2009): Człowiek w teatrze życia codziennego. Warszawa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>Pease</w:t>
            </w:r>
            <w:proofErr w:type="spellEnd"/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 (2003): </w:t>
            </w:r>
            <w:r w:rsidRPr="0072703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Mowa ciała. Jak odczytywać myśli innych ludzi z ich gestów</w:t>
            </w: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Kielce </w:t>
            </w:r>
          </w:p>
          <w:p w:rsidR="0072703F" w:rsidRPr="009C54AE" w:rsidRDefault="0072703F" w:rsidP="006A073E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proofErr w:type="spellStart"/>
            <w:r w:rsidRPr="006A073E">
              <w:rPr>
                <w:rFonts w:ascii="Corbel" w:eastAsia="Times New Roman" w:hAnsi="Corbel"/>
                <w:sz w:val="24"/>
                <w:szCs w:val="24"/>
                <w:lang w:eastAsia="pl-PL"/>
              </w:rPr>
              <w:t>Pease</w:t>
            </w:r>
            <w:proofErr w:type="spellEnd"/>
            <w:r w:rsidRPr="006A073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 i B. (2010): </w:t>
            </w:r>
            <w:r w:rsidRPr="006A073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Dlaczego mężczyźni kłamią a kobiety płaczą</w:t>
            </w:r>
            <w:r w:rsidRPr="006A073E">
              <w:rPr>
                <w:rFonts w:ascii="Corbel" w:eastAsia="Times New Roman" w:hAnsi="Corbel"/>
                <w:sz w:val="24"/>
                <w:szCs w:val="24"/>
                <w:lang w:eastAsia="pl-PL"/>
              </w:rPr>
              <w:t>. Poznań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1C" w:rsidRDefault="00E04B1C" w:rsidP="00C16ABF">
      <w:pPr>
        <w:spacing w:after="0" w:line="240" w:lineRule="auto"/>
      </w:pPr>
      <w:r>
        <w:separator/>
      </w:r>
    </w:p>
  </w:endnote>
  <w:endnote w:type="continuationSeparator" w:id="0">
    <w:p w:rsidR="00E04B1C" w:rsidRDefault="00E04B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5" w:usb1="00000000" w:usb2="00000000" w:usb3="00000000" w:csb0="00000003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1C" w:rsidRDefault="00E04B1C" w:rsidP="00C16ABF">
      <w:pPr>
        <w:spacing w:after="0" w:line="240" w:lineRule="auto"/>
      </w:pPr>
      <w:r>
        <w:separator/>
      </w:r>
    </w:p>
  </w:footnote>
  <w:footnote w:type="continuationSeparator" w:id="0">
    <w:p w:rsidR="00E04B1C" w:rsidRDefault="00E04B1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796B39"/>
    <w:multiLevelType w:val="hybridMultilevel"/>
    <w:tmpl w:val="80E68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73EE"/>
    <w:rsid w:val="000B192D"/>
    <w:rsid w:val="000B28EE"/>
    <w:rsid w:val="000B3E37"/>
    <w:rsid w:val="000D04B0"/>
    <w:rsid w:val="000E2047"/>
    <w:rsid w:val="000E3B46"/>
    <w:rsid w:val="000F1C57"/>
    <w:rsid w:val="000F5615"/>
    <w:rsid w:val="00104A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E9D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C2"/>
    <w:rsid w:val="00363F78"/>
    <w:rsid w:val="003A0A5B"/>
    <w:rsid w:val="003A1176"/>
    <w:rsid w:val="003C0901"/>
    <w:rsid w:val="003C0BAE"/>
    <w:rsid w:val="003D18A9"/>
    <w:rsid w:val="003D6CE2"/>
    <w:rsid w:val="003E1941"/>
    <w:rsid w:val="003E2FE6"/>
    <w:rsid w:val="003E49D5"/>
    <w:rsid w:val="003F055C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CA"/>
    <w:rsid w:val="004D1A49"/>
    <w:rsid w:val="004D3D3B"/>
    <w:rsid w:val="004D5282"/>
    <w:rsid w:val="004E597E"/>
    <w:rsid w:val="004F1551"/>
    <w:rsid w:val="004F55A3"/>
    <w:rsid w:val="0050496F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5458"/>
    <w:rsid w:val="005E6E85"/>
    <w:rsid w:val="005F31D2"/>
    <w:rsid w:val="0061029B"/>
    <w:rsid w:val="00617230"/>
    <w:rsid w:val="00621CE1"/>
    <w:rsid w:val="0062260E"/>
    <w:rsid w:val="00627FC9"/>
    <w:rsid w:val="00647FA8"/>
    <w:rsid w:val="00650C5F"/>
    <w:rsid w:val="00654934"/>
    <w:rsid w:val="006620D9"/>
    <w:rsid w:val="00671958"/>
    <w:rsid w:val="00675843"/>
    <w:rsid w:val="00687F67"/>
    <w:rsid w:val="00696477"/>
    <w:rsid w:val="006A073E"/>
    <w:rsid w:val="006D050F"/>
    <w:rsid w:val="006D6139"/>
    <w:rsid w:val="006E570D"/>
    <w:rsid w:val="006E5D65"/>
    <w:rsid w:val="006F0AF7"/>
    <w:rsid w:val="006F1282"/>
    <w:rsid w:val="006F1FBC"/>
    <w:rsid w:val="006F31E2"/>
    <w:rsid w:val="006F7D9C"/>
    <w:rsid w:val="00706544"/>
    <w:rsid w:val="007072BA"/>
    <w:rsid w:val="0071474D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3BF1"/>
    <w:rsid w:val="00766FD4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41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20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269B"/>
    <w:rsid w:val="00A30110"/>
    <w:rsid w:val="00A36899"/>
    <w:rsid w:val="00A371F6"/>
    <w:rsid w:val="00A43BF6"/>
    <w:rsid w:val="00A53FA5"/>
    <w:rsid w:val="00A54817"/>
    <w:rsid w:val="00A601C8"/>
    <w:rsid w:val="00A60799"/>
    <w:rsid w:val="00A6288F"/>
    <w:rsid w:val="00A84C85"/>
    <w:rsid w:val="00A97DE1"/>
    <w:rsid w:val="00AB053C"/>
    <w:rsid w:val="00AB3197"/>
    <w:rsid w:val="00AC7DA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2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376"/>
    <w:rsid w:val="00D17C3C"/>
    <w:rsid w:val="00D26B2C"/>
    <w:rsid w:val="00D3182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B1C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DC9"/>
    <w:rsid w:val="00E960BB"/>
    <w:rsid w:val="00EA2074"/>
    <w:rsid w:val="00EA4832"/>
    <w:rsid w:val="00EA4E9D"/>
    <w:rsid w:val="00EC4899"/>
    <w:rsid w:val="00EC74C6"/>
    <w:rsid w:val="00ED03AB"/>
    <w:rsid w:val="00ED32D2"/>
    <w:rsid w:val="00EE32DE"/>
    <w:rsid w:val="00EE5457"/>
    <w:rsid w:val="00EE7549"/>
    <w:rsid w:val="00F070AB"/>
    <w:rsid w:val="00F17567"/>
    <w:rsid w:val="00F25319"/>
    <w:rsid w:val="00F27A7B"/>
    <w:rsid w:val="00F526AF"/>
    <w:rsid w:val="00F617C3"/>
    <w:rsid w:val="00F639E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91021-B9A8-4066-A298-3ACCC1C15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1176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2019-12-04T12:10:00Z</cp:lastPrinted>
  <dcterms:created xsi:type="dcterms:W3CDTF">2019-10-28T16:17:00Z</dcterms:created>
  <dcterms:modified xsi:type="dcterms:W3CDTF">2021-09-24T09:20:00Z</dcterms:modified>
</cp:coreProperties>
</file>